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2E231" w14:textId="59FCAAF1" w:rsidR="00E821E2" w:rsidRDefault="008F1BE0">
      <w:r>
        <w:rPr>
          <w:noProof/>
        </w:rPr>
        <w:drawing>
          <wp:anchor distT="0" distB="0" distL="114300" distR="114300" simplePos="0" relativeHeight="251735552" behindDoc="0" locked="0" layoutInCell="1" allowOverlap="1" wp14:anchorId="3C7F1148" wp14:editId="262EF83B">
            <wp:simplePos x="0" y="0"/>
            <wp:positionH relativeFrom="column">
              <wp:posOffset>1257300</wp:posOffset>
            </wp:positionH>
            <wp:positionV relativeFrom="paragraph">
              <wp:posOffset>2984500</wp:posOffset>
            </wp:positionV>
            <wp:extent cx="1752600" cy="929640"/>
            <wp:effectExtent l="0" t="0" r="0" b="381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4528" behindDoc="0" locked="0" layoutInCell="1" allowOverlap="1" wp14:anchorId="2E5980B8" wp14:editId="3DF35439">
            <wp:simplePos x="0" y="0"/>
            <wp:positionH relativeFrom="margin">
              <wp:posOffset>114300</wp:posOffset>
            </wp:positionH>
            <wp:positionV relativeFrom="paragraph">
              <wp:posOffset>2460625</wp:posOffset>
            </wp:positionV>
            <wp:extent cx="1695450" cy="11303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183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32480" behindDoc="0" locked="0" layoutInCell="1" allowOverlap="1" wp14:anchorId="3C6AAD2A" wp14:editId="50D5F550">
                <wp:simplePos x="0" y="0"/>
                <wp:positionH relativeFrom="page">
                  <wp:posOffset>6794501</wp:posOffset>
                </wp:positionH>
                <wp:positionV relativeFrom="margin">
                  <wp:posOffset>3352800</wp:posOffset>
                </wp:positionV>
                <wp:extent cx="3124200" cy="1714500"/>
                <wp:effectExtent l="0" t="0" r="0" b="0"/>
                <wp:wrapNone/>
                <wp:docPr id="2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A0FDFD5" w14:textId="4BBE35E6" w:rsidR="00857DCD" w:rsidRPr="00C037B8" w:rsidRDefault="00857DCD" w:rsidP="00857DCD">
                            <w:pP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Has your property suffered from a fire or natural disaster?  Allow us to pick up the pieces from clean up to rebuild.  We work with your insurance company to alleviate the burden by sending </w:t>
                            </w:r>
                            <w:r w:rsidR="0030183A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an</w:t>
                            </w: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expert team to overcome the damages.  It is our priority to restore your property and get you back </w:t>
                            </w:r>
                            <w:r w:rsidR="0030183A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to</w:t>
                            </w: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business.</w:t>
                            </w:r>
                          </w:p>
                          <w:p w14:paraId="3ED904D8" w14:textId="77777777" w:rsidR="00857DCD" w:rsidRPr="00157D58" w:rsidRDefault="00857DCD" w:rsidP="00BF7EA0">
                            <w:pPr>
                              <w:widowControl w:val="0"/>
                              <w:spacing w:line="280" w:lineRule="exact"/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6AAD2A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535pt;margin-top:264pt;width:246pt;height:135pt;z-index:25173248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" filled="f" fillcolor="#fffffe" stroked="f" strokecolor="#212120" insetpen="t">
                <v:textbox inset="2.88pt,2.88pt,2.88pt,2.88pt">
                  <w:txbxContent>
                    <w:p w14:paraId="1A0FDFD5" w14:textId="4BBE35E6" w:rsidR="00857DCD" w:rsidRPr="00C037B8" w:rsidRDefault="00857DCD" w:rsidP="00857DCD">
                      <w:pP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Has your property suffered from a fire or natural disaster?  Allow us to pick up the pieces from clean up to rebuild.  We work with your insurance company to alleviate the burden by sending </w:t>
                      </w:r>
                      <w:r w:rsidR="0030183A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an</w:t>
                      </w: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expert team to overcome the damages.  It is our priority to restore your property and get you back </w:t>
                      </w:r>
                      <w:r w:rsidR="0030183A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to</w:t>
                      </w: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business.</w:t>
                      </w:r>
                    </w:p>
                    <w:p w14:paraId="3ED904D8" w14:textId="77777777" w:rsidR="00857DCD" w:rsidRPr="00157D58" w:rsidRDefault="00857DCD" w:rsidP="00BF7EA0">
                      <w:pPr>
                        <w:widowControl w:val="0"/>
                        <w:spacing w:line="280" w:lineRule="exact"/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AC3C3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6096" behindDoc="0" locked="0" layoutInCell="1" allowOverlap="1" wp14:anchorId="267A01F9" wp14:editId="75A2A6BF">
                <wp:simplePos x="0" y="0"/>
                <wp:positionH relativeFrom="margin">
                  <wp:posOffset>3543300</wp:posOffset>
                </wp:positionH>
                <wp:positionV relativeFrom="margin">
                  <wp:posOffset>3486150</wp:posOffset>
                </wp:positionV>
                <wp:extent cx="2619375" cy="1000125"/>
                <wp:effectExtent l="0" t="0" r="9525" b="9525"/>
                <wp:wrapNone/>
                <wp:docPr id="1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8D9E86F" w14:textId="791DC0F6" w:rsidR="00FD001B" w:rsidRDefault="00327CEE" w:rsidP="00BF7EA0">
                            <w:pPr>
                              <w:widowControl w:val="0"/>
                              <w:spacing w:line="280" w:lineRule="exact"/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2B201C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 xml:space="preserve">• </w:t>
                            </w:r>
                            <w:r w:rsidR="00060A31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 xml:space="preserve">10,000 – </w:t>
                            </w:r>
                            <w:r w:rsidR="00833466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>3</w:t>
                            </w:r>
                            <w:r w:rsidR="00060A31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>00,000 SF structures</w:t>
                            </w:r>
                          </w:p>
                          <w:p w14:paraId="4F42347A" w14:textId="41BD5E5D" w:rsidR="00327CEE" w:rsidRDefault="00327CEE" w:rsidP="00BF7EA0">
                            <w:pPr>
                              <w:widowControl w:val="0"/>
                              <w:spacing w:line="280" w:lineRule="exact"/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2B201C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 xml:space="preserve">• </w:t>
                            </w:r>
                            <w:r w:rsidR="00453F9E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 xml:space="preserve">State </w:t>
                            </w:r>
                            <w:r w:rsidR="00060A31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>and Local Contracts</w:t>
                            </w:r>
                            <w:r w:rsidR="00660490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 xml:space="preserve"> </w:t>
                            </w:r>
                          </w:p>
                          <w:p w14:paraId="348A4072" w14:textId="0571B040" w:rsidR="00663671" w:rsidRDefault="00FD001B" w:rsidP="00BF7EA0">
                            <w:pPr>
                              <w:widowControl w:val="0"/>
                              <w:spacing w:line="280" w:lineRule="exact"/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2B201C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 xml:space="preserve">• </w:t>
                            </w:r>
                            <w:r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 xml:space="preserve">Government and </w:t>
                            </w:r>
                            <w:proofErr w:type="spellStart"/>
                            <w:r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>Municiple</w:t>
                            </w:r>
                            <w:proofErr w:type="spellEnd"/>
                            <w:r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 xml:space="preserve"> Bidding</w:t>
                            </w:r>
                          </w:p>
                          <w:p w14:paraId="7FCFA184" w14:textId="17D41BDF" w:rsidR="00327CEE" w:rsidRDefault="00FD001B" w:rsidP="00BF7EA0">
                            <w:pPr>
                              <w:widowControl w:val="0"/>
                              <w:spacing w:line="280" w:lineRule="exact"/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2B201C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 xml:space="preserve">• </w:t>
                            </w:r>
                            <w:r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>Architectural + Engineering Drawing</w:t>
                            </w:r>
                          </w:p>
                          <w:p w14:paraId="3F3DFC2C" w14:textId="4735D65B" w:rsidR="00FD001B" w:rsidRDefault="00FD001B" w:rsidP="00BF7EA0">
                            <w:pPr>
                              <w:widowControl w:val="0"/>
                              <w:spacing w:line="280" w:lineRule="exact"/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2B201C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 xml:space="preserve">• </w:t>
                            </w:r>
                            <w:r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 xml:space="preserve">Commercial Real Estate </w:t>
                            </w:r>
                          </w:p>
                          <w:p w14:paraId="776D4A08" w14:textId="77777777" w:rsidR="00FD001B" w:rsidRPr="00157D58" w:rsidRDefault="00FD001B" w:rsidP="00BF7EA0">
                            <w:pPr>
                              <w:widowControl w:val="0"/>
                              <w:spacing w:line="280" w:lineRule="exact"/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7A01F9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279pt;margin-top:274.5pt;width:206.25pt;height:78.75pt;z-index:25171609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" filled="f" fillcolor="#fffffe" stroked="f" strokecolor="#212120" insetpen="t">
                <v:textbox inset="2.88pt,2.88pt,2.88pt,2.88pt">
                  <w:txbxContent>
                    <w:p w14:paraId="18D9E86F" w14:textId="791DC0F6" w:rsidR="00FD001B" w:rsidRDefault="00327CEE" w:rsidP="00BF7EA0">
                      <w:pPr>
                        <w:widowControl w:val="0"/>
                        <w:spacing w:line="280" w:lineRule="exact"/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</w:pPr>
                      <w:r w:rsidRPr="002B201C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 xml:space="preserve">• </w:t>
                      </w:r>
                      <w:r w:rsidR="00060A31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 xml:space="preserve">10,000 – </w:t>
                      </w:r>
                      <w:r w:rsidR="00833466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>3</w:t>
                      </w:r>
                      <w:r w:rsidR="00060A31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>00,000 SF structures</w:t>
                      </w:r>
                    </w:p>
                    <w:p w14:paraId="4F42347A" w14:textId="41BD5E5D" w:rsidR="00327CEE" w:rsidRDefault="00327CEE" w:rsidP="00BF7EA0">
                      <w:pPr>
                        <w:widowControl w:val="0"/>
                        <w:spacing w:line="280" w:lineRule="exact"/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</w:pPr>
                      <w:r w:rsidRPr="002B201C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 xml:space="preserve">• </w:t>
                      </w:r>
                      <w:r w:rsidR="00453F9E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 xml:space="preserve">State </w:t>
                      </w:r>
                      <w:r w:rsidR="00060A31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>and Local Contracts</w:t>
                      </w:r>
                      <w:r w:rsidR="00660490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 xml:space="preserve"> </w:t>
                      </w:r>
                    </w:p>
                    <w:p w14:paraId="348A4072" w14:textId="0571B040" w:rsidR="00663671" w:rsidRDefault="00FD001B" w:rsidP="00BF7EA0">
                      <w:pPr>
                        <w:widowControl w:val="0"/>
                        <w:spacing w:line="280" w:lineRule="exact"/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</w:pPr>
                      <w:r w:rsidRPr="002B201C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 xml:space="preserve">• </w:t>
                      </w:r>
                      <w:r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 xml:space="preserve">Government and </w:t>
                      </w:r>
                      <w:proofErr w:type="spellStart"/>
                      <w:r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>Municiple</w:t>
                      </w:r>
                      <w:proofErr w:type="spellEnd"/>
                      <w:r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 xml:space="preserve"> Bidding</w:t>
                      </w:r>
                    </w:p>
                    <w:p w14:paraId="7FCFA184" w14:textId="17D41BDF" w:rsidR="00327CEE" w:rsidRDefault="00FD001B" w:rsidP="00BF7EA0">
                      <w:pPr>
                        <w:widowControl w:val="0"/>
                        <w:spacing w:line="280" w:lineRule="exact"/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</w:pPr>
                      <w:r w:rsidRPr="002B201C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 xml:space="preserve">• </w:t>
                      </w:r>
                      <w:r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>Architectural + Engineering Drawing</w:t>
                      </w:r>
                    </w:p>
                    <w:p w14:paraId="3F3DFC2C" w14:textId="4735D65B" w:rsidR="00FD001B" w:rsidRDefault="00FD001B" w:rsidP="00BF7EA0">
                      <w:pPr>
                        <w:widowControl w:val="0"/>
                        <w:spacing w:line="280" w:lineRule="exact"/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</w:pPr>
                      <w:r w:rsidRPr="002B201C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 xml:space="preserve">• </w:t>
                      </w:r>
                      <w:r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 xml:space="preserve">Commercial Real Estate </w:t>
                      </w:r>
                    </w:p>
                    <w:p w14:paraId="776D4A08" w14:textId="77777777" w:rsidR="00FD001B" w:rsidRPr="00157D58" w:rsidRDefault="00FD001B" w:rsidP="00BF7EA0">
                      <w:pPr>
                        <w:widowControl w:val="0"/>
                        <w:spacing w:line="280" w:lineRule="exact"/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AC3C34">
        <w:rPr>
          <w:noProof/>
        </w:rPr>
        <w:drawing>
          <wp:anchor distT="0" distB="0" distL="114300" distR="114300" simplePos="0" relativeHeight="251728384" behindDoc="0" locked="0" layoutInCell="1" allowOverlap="1" wp14:anchorId="6BBDD3DD" wp14:editId="63F74EC8">
            <wp:simplePos x="0" y="0"/>
            <wp:positionH relativeFrom="margin">
              <wp:posOffset>101600</wp:posOffset>
            </wp:positionH>
            <wp:positionV relativeFrom="paragraph">
              <wp:posOffset>5003800</wp:posOffset>
            </wp:positionV>
            <wp:extent cx="2895600" cy="1705760"/>
            <wp:effectExtent l="0" t="0" r="0" b="889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70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3C3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896" behindDoc="0" locked="0" layoutInCell="1" allowOverlap="1" wp14:anchorId="190E37FC" wp14:editId="68847283">
                <wp:simplePos x="0" y="0"/>
                <wp:positionH relativeFrom="margin">
                  <wp:posOffset>88900</wp:posOffset>
                </wp:positionH>
                <wp:positionV relativeFrom="margin">
                  <wp:posOffset>3848100</wp:posOffset>
                </wp:positionV>
                <wp:extent cx="3048000" cy="1143000"/>
                <wp:effectExtent l="0" t="0" r="0" b="0"/>
                <wp:wrapNone/>
                <wp:docPr id="36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4464C51" w14:textId="77777777" w:rsidR="00972F8A" w:rsidRDefault="00972F8A" w:rsidP="00BF7EA0">
                            <w:pPr>
                              <w:widowControl w:val="0"/>
                              <w:spacing w:line="280" w:lineRule="exact"/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14:paraId="5CFE138A" w14:textId="70E82992" w:rsidR="00BF7EA0" w:rsidRPr="002B201C" w:rsidRDefault="00BF7EA0" w:rsidP="00BF7EA0">
                            <w:pPr>
                              <w:widowControl w:val="0"/>
                              <w:spacing w:line="280" w:lineRule="exact"/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2B201C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>•</w:t>
                            </w:r>
                            <w:r w:rsidR="00650054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 xml:space="preserve"> </w:t>
                            </w:r>
                            <w:r w:rsidR="006C4A73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 xml:space="preserve">Flat Roof:  EPDM, Modified Bitumen, TPO </w:t>
                            </w:r>
                          </w:p>
                          <w:p w14:paraId="3507A4EB" w14:textId="3E568531" w:rsidR="00EF2EA5" w:rsidRPr="002B201C" w:rsidRDefault="00EF2EA5" w:rsidP="00BF7EA0">
                            <w:pPr>
                              <w:widowControl w:val="0"/>
                              <w:spacing w:line="280" w:lineRule="exact"/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2B201C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 xml:space="preserve">• </w:t>
                            </w:r>
                            <w:r w:rsidR="006C4A73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>Metal Roof:  Standing Seam</w:t>
                            </w:r>
                          </w:p>
                          <w:p w14:paraId="3CBBBC4A" w14:textId="340DC2E4" w:rsidR="00BF7EA0" w:rsidRPr="002B201C" w:rsidRDefault="00BF7EA0" w:rsidP="00BF7EA0">
                            <w:pPr>
                              <w:widowControl w:val="0"/>
                              <w:spacing w:line="280" w:lineRule="exact"/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2B201C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 xml:space="preserve">• </w:t>
                            </w:r>
                            <w:r w:rsidR="006C4A73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 xml:space="preserve">Shingles:  Standard + </w:t>
                            </w:r>
                            <w:r w:rsidR="00EB57DA" w:rsidRPr="002B201C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>Steep Slope Structures</w:t>
                            </w:r>
                          </w:p>
                          <w:p w14:paraId="2A9BEEE6" w14:textId="51DD2601" w:rsidR="00174AA7" w:rsidRPr="002B201C" w:rsidRDefault="00174AA7" w:rsidP="00BF7EA0">
                            <w:pPr>
                              <w:widowControl w:val="0"/>
                              <w:spacing w:line="280" w:lineRule="exact"/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2B201C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 xml:space="preserve">• </w:t>
                            </w:r>
                            <w:r w:rsidR="00EB57DA" w:rsidRPr="002B201C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>Glass Atriums + Skylights</w:t>
                            </w:r>
                          </w:p>
                          <w:p w14:paraId="2C07D1CD" w14:textId="12B4CE03" w:rsidR="00EB57DA" w:rsidRDefault="00EB57DA" w:rsidP="00BF7EA0">
                            <w:pPr>
                              <w:widowControl w:val="0"/>
                              <w:spacing w:line="280" w:lineRule="exact"/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2B201C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 xml:space="preserve">• Eco </w:t>
                            </w:r>
                            <w:r w:rsidR="006C4A73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 xml:space="preserve">Roofing </w:t>
                            </w:r>
                            <w:r w:rsidRPr="002B201C"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  <w:t>+ Green Roofing</w:t>
                            </w:r>
                          </w:p>
                          <w:p w14:paraId="17762F97" w14:textId="77777777" w:rsidR="00972F8A" w:rsidRPr="00157D58" w:rsidRDefault="00972F8A" w:rsidP="00BF7EA0">
                            <w:pPr>
                              <w:widowControl w:val="0"/>
                              <w:spacing w:line="280" w:lineRule="exact"/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0E37FC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7pt;margin-top:303pt;width:240pt;height:90pt;z-index:25166489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" filled="f" fillcolor="#fffffe" stroked="f" strokecolor="#212120" insetpen="t">
                <v:textbox inset="2.88pt,2.88pt,2.88pt,2.88pt">
                  <w:txbxContent>
                    <w:p w14:paraId="34464C51" w14:textId="77777777" w:rsidR="00972F8A" w:rsidRDefault="00972F8A" w:rsidP="00BF7EA0">
                      <w:pPr>
                        <w:widowControl w:val="0"/>
                        <w:spacing w:line="280" w:lineRule="exact"/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</w:pPr>
                    </w:p>
                    <w:p w14:paraId="5CFE138A" w14:textId="70E82992" w:rsidR="00BF7EA0" w:rsidRPr="002B201C" w:rsidRDefault="00BF7EA0" w:rsidP="00BF7EA0">
                      <w:pPr>
                        <w:widowControl w:val="0"/>
                        <w:spacing w:line="280" w:lineRule="exact"/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</w:pPr>
                      <w:r w:rsidRPr="002B201C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>•</w:t>
                      </w:r>
                      <w:r w:rsidR="00650054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 xml:space="preserve"> </w:t>
                      </w:r>
                      <w:r w:rsidR="006C4A73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 xml:space="preserve">Flat Roof:  EPDM, Modified Bitumen, TPO </w:t>
                      </w:r>
                    </w:p>
                    <w:p w14:paraId="3507A4EB" w14:textId="3E568531" w:rsidR="00EF2EA5" w:rsidRPr="002B201C" w:rsidRDefault="00EF2EA5" w:rsidP="00BF7EA0">
                      <w:pPr>
                        <w:widowControl w:val="0"/>
                        <w:spacing w:line="280" w:lineRule="exact"/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</w:pPr>
                      <w:r w:rsidRPr="002B201C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 xml:space="preserve">• </w:t>
                      </w:r>
                      <w:r w:rsidR="006C4A73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>Metal Roof:  Standing Seam</w:t>
                      </w:r>
                    </w:p>
                    <w:p w14:paraId="3CBBBC4A" w14:textId="340DC2E4" w:rsidR="00BF7EA0" w:rsidRPr="002B201C" w:rsidRDefault="00BF7EA0" w:rsidP="00BF7EA0">
                      <w:pPr>
                        <w:widowControl w:val="0"/>
                        <w:spacing w:line="280" w:lineRule="exact"/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</w:pPr>
                      <w:r w:rsidRPr="002B201C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 xml:space="preserve">• </w:t>
                      </w:r>
                      <w:r w:rsidR="006C4A73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 xml:space="preserve">Shingles:  Standard + </w:t>
                      </w:r>
                      <w:r w:rsidR="00EB57DA" w:rsidRPr="002B201C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>Steep Slope Structures</w:t>
                      </w:r>
                    </w:p>
                    <w:p w14:paraId="2A9BEEE6" w14:textId="51DD2601" w:rsidR="00174AA7" w:rsidRPr="002B201C" w:rsidRDefault="00174AA7" w:rsidP="00BF7EA0">
                      <w:pPr>
                        <w:widowControl w:val="0"/>
                        <w:spacing w:line="280" w:lineRule="exact"/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</w:pPr>
                      <w:r w:rsidRPr="002B201C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 xml:space="preserve">• </w:t>
                      </w:r>
                      <w:r w:rsidR="00EB57DA" w:rsidRPr="002B201C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>Glass Atriums + Skylights</w:t>
                      </w:r>
                    </w:p>
                    <w:p w14:paraId="2C07D1CD" w14:textId="12B4CE03" w:rsidR="00EB57DA" w:rsidRDefault="00EB57DA" w:rsidP="00BF7EA0">
                      <w:pPr>
                        <w:widowControl w:val="0"/>
                        <w:spacing w:line="280" w:lineRule="exact"/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</w:pPr>
                      <w:r w:rsidRPr="002B201C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 xml:space="preserve">• Eco </w:t>
                      </w:r>
                      <w:r w:rsidR="006C4A73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 xml:space="preserve">Roofing </w:t>
                      </w:r>
                      <w:r w:rsidRPr="002B201C"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  <w:t>+ Green Roofing</w:t>
                      </w:r>
                    </w:p>
                    <w:p w14:paraId="17762F97" w14:textId="77777777" w:rsidR="00972F8A" w:rsidRPr="00157D58" w:rsidRDefault="00972F8A" w:rsidP="00BF7EA0">
                      <w:pPr>
                        <w:widowControl w:val="0"/>
                        <w:spacing w:line="280" w:lineRule="exact"/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AC3C34">
        <w:rPr>
          <w:rFonts w:ascii="proxima-nova" w:hAnsi="proxima-nova"/>
          <w:noProof/>
          <w:color w:val="000000"/>
          <w:sz w:val="24"/>
          <w:szCs w:val="24"/>
          <w:shd w:val="clear" w:color="auto" w:fill="FFFFFF"/>
        </w:rPr>
        <w:drawing>
          <wp:anchor distT="0" distB="0" distL="114300" distR="114300" simplePos="0" relativeHeight="251724288" behindDoc="1" locked="0" layoutInCell="1" allowOverlap="1" wp14:anchorId="2F41FE95" wp14:editId="47E13857">
            <wp:simplePos x="0" y="0"/>
            <wp:positionH relativeFrom="margin">
              <wp:posOffset>6648450</wp:posOffset>
            </wp:positionH>
            <wp:positionV relativeFrom="paragraph">
              <wp:posOffset>4921250</wp:posOffset>
            </wp:positionV>
            <wp:extent cx="2809240" cy="1647825"/>
            <wp:effectExtent l="0" t="0" r="0" b="952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24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3C34">
        <w:rPr>
          <w:noProof/>
        </w:rPr>
        <w:drawing>
          <wp:anchor distT="0" distB="0" distL="114300" distR="114300" simplePos="0" relativeHeight="251722240" behindDoc="0" locked="0" layoutInCell="1" allowOverlap="1" wp14:anchorId="583DB643" wp14:editId="1D8A1A2D">
            <wp:simplePos x="0" y="0"/>
            <wp:positionH relativeFrom="column">
              <wp:posOffset>6666865</wp:posOffset>
            </wp:positionH>
            <wp:positionV relativeFrom="paragraph">
              <wp:posOffset>1463040</wp:posOffset>
            </wp:positionV>
            <wp:extent cx="2763127" cy="183832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127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3C34">
        <w:rPr>
          <w:noProof/>
        </w:rPr>
        <w:drawing>
          <wp:anchor distT="0" distB="0" distL="114300" distR="114300" simplePos="0" relativeHeight="251726336" behindDoc="0" locked="0" layoutInCell="1" allowOverlap="1" wp14:anchorId="0237B411" wp14:editId="66B19CC7">
            <wp:simplePos x="0" y="0"/>
            <wp:positionH relativeFrom="margin">
              <wp:posOffset>3524250</wp:posOffset>
            </wp:positionH>
            <wp:positionV relativeFrom="paragraph">
              <wp:posOffset>1641475</wp:posOffset>
            </wp:positionV>
            <wp:extent cx="2617470" cy="1751965"/>
            <wp:effectExtent l="0" t="0" r="0" b="63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470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3C3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30432" behindDoc="0" locked="0" layoutInCell="1" allowOverlap="1" wp14:anchorId="5CAC4920" wp14:editId="51F9A65E">
                <wp:simplePos x="0" y="0"/>
                <wp:positionH relativeFrom="margin">
                  <wp:posOffset>114300</wp:posOffset>
                </wp:positionH>
                <wp:positionV relativeFrom="margin">
                  <wp:posOffset>1460500</wp:posOffset>
                </wp:positionV>
                <wp:extent cx="2619375" cy="1000125"/>
                <wp:effectExtent l="0" t="0" r="9525" b="9525"/>
                <wp:wrapNone/>
                <wp:docPr id="20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58293BA" w14:textId="77777777" w:rsidR="00857DCD" w:rsidRPr="002B201C" w:rsidRDefault="00857DCD" w:rsidP="00857DC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B201C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Our </w:t>
                            </w: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free </w:t>
                            </w:r>
                            <w:r w:rsidRPr="002B201C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roof evaluation will offer </w:t>
                            </w:r>
                            <w:proofErr w:type="spellStart"/>
                            <w:r w:rsidRPr="002B201C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you</w:t>
                            </w:r>
                            <w:proofErr w:type="spellEnd"/>
                            <w:r w:rsidRPr="002B201C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insight to determine whether you </w:t>
                            </w:r>
                            <w:proofErr w:type="gramStart"/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are in need of</w:t>
                            </w:r>
                            <w:proofErr w:type="gramEnd"/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a </w:t>
                            </w:r>
                            <w:r w:rsidRPr="002B201C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routine maintenance </w:t>
                            </w: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plan </w:t>
                            </w:r>
                            <w:r w:rsidRPr="002B201C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or if the roof is due for repairs, </w:t>
                            </w: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vented </w:t>
                            </w:r>
                            <w:r w:rsidRPr="002B201C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overlay or a full replacement.</w:t>
                            </w: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 </w:t>
                            </w:r>
                          </w:p>
                          <w:p w14:paraId="3B1069A5" w14:textId="77777777" w:rsidR="00857DCD" w:rsidRPr="00157D58" w:rsidRDefault="00857DCD" w:rsidP="00BF7EA0">
                            <w:pPr>
                              <w:widowControl w:val="0"/>
                              <w:spacing w:line="280" w:lineRule="exact"/>
                              <w:rPr>
                                <w:rFonts w:ascii="proxima-nova" w:hAnsi="proxima-nova" w:cs="Arial"/>
                                <w:color w:val="auto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C4920" id="_x0000_s1029" type="#_x0000_t202" style="position:absolute;margin-left:9pt;margin-top:115pt;width:206.25pt;height:78.75pt;z-index:25173043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" filled="f" fillcolor="#fffffe" stroked="f" strokecolor="#212120" insetpen="t">
                <v:textbox inset="2.88pt,2.88pt,2.88pt,2.88pt">
                  <w:txbxContent>
                    <w:p w14:paraId="358293BA" w14:textId="77777777" w:rsidR="00857DCD" w:rsidRPr="002B201C" w:rsidRDefault="00857DCD" w:rsidP="00857DCD">
                      <w:pPr>
                        <w:rPr>
                          <w:sz w:val="24"/>
                          <w:szCs w:val="24"/>
                        </w:rPr>
                      </w:pPr>
                      <w:r w:rsidRPr="002B201C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Our </w:t>
                      </w: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free </w:t>
                      </w:r>
                      <w:r w:rsidRPr="002B201C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roof evaluation will offer </w:t>
                      </w:r>
                      <w:proofErr w:type="spellStart"/>
                      <w:r w:rsidRPr="002B201C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you</w:t>
                      </w:r>
                      <w:proofErr w:type="spellEnd"/>
                      <w:r w:rsidRPr="002B201C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insight to determine whether you </w:t>
                      </w:r>
                      <w:proofErr w:type="gramStart"/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are in need of</w:t>
                      </w:r>
                      <w:proofErr w:type="gramEnd"/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a </w:t>
                      </w:r>
                      <w:r w:rsidRPr="002B201C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routine maintenance </w:t>
                      </w: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plan </w:t>
                      </w:r>
                      <w:r w:rsidRPr="002B201C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or if the roof is due for repairs, </w:t>
                      </w: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vented </w:t>
                      </w:r>
                      <w:r w:rsidRPr="002B201C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overlay or a full replacement.</w:t>
                      </w: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 </w:t>
                      </w:r>
                    </w:p>
                    <w:p w14:paraId="3B1069A5" w14:textId="77777777" w:rsidR="00857DCD" w:rsidRPr="00157D58" w:rsidRDefault="00857DCD" w:rsidP="00BF7EA0">
                      <w:pPr>
                        <w:widowControl w:val="0"/>
                        <w:spacing w:line="280" w:lineRule="exact"/>
                        <w:rPr>
                          <w:rFonts w:ascii="proxima-nova" w:hAnsi="proxima-nova" w:cs="Arial"/>
                          <w:color w:val="auto"/>
                          <w:sz w:val="24"/>
                          <w:szCs w:val="24"/>
                          <w:lang w:val="en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AC3C34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5680" behindDoc="0" locked="0" layoutInCell="1" allowOverlap="1" wp14:anchorId="2FDE180D" wp14:editId="4EB1D905">
                <wp:simplePos x="0" y="0"/>
                <wp:positionH relativeFrom="column">
                  <wp:posOffset>9525</wp:posOffset>
                </wp:positionH>
                <wp:positionV relativeFrom="margin">
                  <wp:align>top</wp:align>
                </wp:positionV>
                <wp:extent cx="2924175" cy="1422400"/>
                <wp:effectExtent l="0" t="0" r="9525" b="6350"/>
                <wp:wrapTopAndBottom/>
                <wp:docPr id="1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42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C90B9B4" w14:textId="27D97F44" w:rsidR="009F6E11" w:rsidRPr="00972F8A" w:rsidRDefault="003A16B8" w:rsidP="00327CEE">
                            <w:pPr>
                              <w:pStyle w:val="Heading2"/>
                              <w:shd w:val="clear" w:color="auto" w:fill="FFFFFF"/>
                              <w:spacing w:before="0" w:line="336" w:lineRule="atLeast"/>
                              <w:rPr>
                                <w:rFonts w:ascii="proxima-nova" w:hAnsi="proxima-nova"/>
                                <w:b/>
                                <w:bCs/>
                                <w:color w:val="ED7D31" w:themeColor="accent2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proxima-nova" w:hAnsi="proxima-nova"/>
                                <w:b/>
                                <w:bCs/>
                                <w:color w:val="ED7D31" w:themeColor="accent2"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Pr="00972F8A">
                              <w:rPr>
                                <w:rFonts w:ascii="proxima-nova" w:hAnsi="proxima-nova"/>
                                <w:b/>
                                <w:bCs/>
                                <w:color w:val="ED7D31" w:themeColor="accent2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9F6E11" w:rsidRPr="00972F8A">
                              <w:rPr>
                                <w:rFonts w:ascii="proxima-nova" w:hAnsi="proxima-nova"/>
                                <w:b/>
                                <w:bCs/>
                                <w:color w:val="ED7D31" w:themeColor="accent2"/>
                                <w:sz w:val="56"/>
                                <w:szCs w:val="56"/>
                              </w:rPr>
                              <w:t>Roofing</w:t>
                            </w:r>
                          </w:p>
                          <w:p w14:paraId="7500449C" w14:textId="4A55A7B9" w:rsidR="009F6E11" w:rsidRPr="00972F8A" w:rsidRDefault="00327CEE" w:rsidP="00972F8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972F8A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New Construction</w:t>
                            </w:r>
                          </w:p>
                          <w:p w14:paraId="5310373A" w14:textId="559F0EED" w:rsidR="00327CEE" w:rsidRPr="00972F8A" w:rsidRDefault="00972F8A" w:rsidP="00972F8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Tear </w:t>
                            </w:r>
                            <w:r w:rsidR="00D0524F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o</w:t>
                            </w: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ff and Replace</w:t>
                            </w:r>
                            <w:r w:rsidR="00D0524F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ment</w:t>
                            </w:r>
                          </w:p>
                          <w:p w14:paraId="5ED0D231" w14:textId="1DDB4B36" w:rsidR="00327CEE" w:rsidRDefault="00327CEE" w:rsidP="00972F8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972F8A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Vented </w:t>
                            </w:r>
                            <w:r w:rsidR="00972F8A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Full </w:t>
                            </w:r>
                            <w:r w:rsidR="00972F8A" w:rsidRPr="00972F8A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Overlay</w:t>
                            </w:r>
                          </w:p>
                          <w:p w14:paraId="2E411AE0" w14:textId="40ED26CD" w:rsidR="00972F8A" w:rsidRDefault="00D0524F" w:rsidP="00972F8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Preventative Maintenance</w:t>
                            </w:r>
                          </w:p>
                          <w:p w14:paraId="6A4789CE" w14:textId="32B754F8" w:rsidR="00D0524F" w:rsidRPr="00D0524F" w:rsidRDefault="00D0524F" w:rsidP="00D0524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Inspections</w:t>
                            </w:r>
                          </w:p>
                          <w:p w14:paraId="29DC4001" w14:textId="77777777" w:rsidR="00972F8A" w:rsidRPr="00972F8A" w:rsidRDefault="00972F8A" w:rsidP="00972F8A">
                            <w:pPr>
                              <w:pStyle w:val="ListParagraph"/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14:paraId="181115C7" w14:textId="5F3B03FC" w:rsidR="00BF7EA0" w:rsidRPr="002B201C" w:rsidRDefault="00BF7EA0" w:rsidP="00297D58">
                            <w:pPr>
                              <w:widowControl w:val="0"/>
                              <w:spacing w:line="280" w:lineRule="exact"/>
                              <w:rPr>
                                <w:rFonts w:ascii="Arial" w:hAnsi="Arial" w:cs="Arial"/>
                                <w:color w:val="EF792F"/>
                                <w:spacing w:val="20"/>
                                <w:w w:val="9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14:paraId="7614B761" w14:textId="262F447D" w:rsidR="009F6E11" w:rsidRPr="002B201C" w:rsidRDefault="009F6E11" w:rsidP="00297D58">
                            <w:pPr>
                              <w:widowControl w:val="0"/>
                              <w:spacing w:line="280" w:lineRule="exact"/>
                              <w:rPr>
                                <w:rFonts w:ascii="Arial" w:hAnsi="Arial" w:cs="Arial"/>
                                <w:color w:val="676767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E180D" id="Text Box 17" o:spid="_x0000_s1030" type="#_x0000_t202" style="position:absolute;margin-left:.75pt;margin-top:0;width:230.25pt;height:112pt;z-index:251655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" filled="f" fillcolor="#fffffe" stroked="f" strokecolor="#212120" insetpen="t">
                <v:textbox inset="2.88pt,2.88pt,2.88pt,2.88pt">
                  <w:txbxContent>
                    <w:p w14:paraId="0C90B9B4" w14:textId="27D97F44" w:rsidR="009F6E11" w:rsidRPr="00972F8A" w:rsidRDefault="003A16B8" w:rsidP="00327CEE">
                      <w:pPr>
                        <w:pStyle w:val="Heading2"/>
                        <w:shd w:val="clear" w:color="auto" w:fill="FFFFFF"/>
                        <w:spacing w:before="0" w:line="336" w:lineRule="atLeast"/>
                        <w:rPr>
                          <w:rFonts w:ascii="proxima-nova" w:hAnsi="proxima-nova"/>
                          <w:b/>
                          <w:bCs/>
                          <w:color w:val="ED7D31" w:themeColor="accent2"/>
                          <w:sz w:val="56"/>
                          <w:szCs w:val="56"/>
                        </w:rPr>
                      </w:pPr>
                      <w:r>
                        <w:rPr>
                          <w:rFonts w:ascii="proxima-nova" w:hAnsi="proxima-nova"/>
                          <w:b/>
                          <w:bCs/>
                          <w:color w:val="ED7D31" w:themeColor="accent2"/>
                          <w:sz w:val="40"/>
                          <w:szCs w:val="40"/>
                        </w:rPr>
                        <w:t xml:space="preserve">     </w:t>
                      </w:r>
                      <w:r w:rsidRPr="00972F8A">
                        <w:rPr>
                          <w:rFonts w:ascii="proxima-nova" w:hAnsi="proxima-nova"/>
                          <w:b/>
                          <w:bCs/>
                          <w:color w:val="ED7D31" w:themeColor="accent2"/>
                          <w:sz w:val="56"/>
                          <w:szCs w:val="56"/>
                        </w:rPr>
                        <w:t xml:space="preserve"> </w:t>
                      </w:r>
                      <w:r w:rsidR="009F6E11" w:rsidRPr="00972F8A">
                        <w:rPr>
                          <w:rFonts w:ascii="proxima-nova" w:hAnsi="proxima-nova"/>
                          <w:b/>
                          <w:bCs/>
                          <w:color w:val="ED7D31" w:themeColor="accent2"/>
                          <w:sz w:val="56"/>
                          <w:szCs w:val="56"/>
                        </w:rPr>
                        <w:t>Roofing</w:t>
                      </w:r>
                    </w:p>
                    <w:p w14:paraId="7500449C" w14:textId="4A55A7B9" w:rsidR="009F6E11" w:rsidRPr="00972F8A" w:rsidRDefault="00327CEE" w:rsidP="00972F8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972F8A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New Construction</w:t>
                      </w:r>
                    </w:p>
                    <w:p w14:paraId="5310373A" w14:textId="559F0EED" w:rsidR="00327CEE" w:rsidRPr="00972F8A" w:rsidRDefault="00972F8A" w:rsidP="00972F8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Tear </w:t>
                      </w:r>
                      <w:r w:rsidR="00D0524F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o</w:t>
                      </w: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ff and Replace</w:t>
                      </w:r>
                      <w:r w:rsidR="00D0524F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ment</w:t>
                      </w:r>
                    </w:p>
                    <w:p w14:paraId="5ED0D231" w14:textId="1DDB4B36" w:rsidR="00327CEE" w:rsidRDefault="00327CEE" w:rsidP="00972F8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972F8A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Vented </w:t>
                      </w:r>
                      <w:r w:rsidR="00972F8A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Full </w:t>
                      </w:r>
                      <w:r w:rsidR="00972F8A" w:rsidRPr="00972F8A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Overlay</w:t>
                      </w:r>
                    </w:p>
                    <w:p w14:paraId="2E411AE0" w14:textId="40ED26CD" w:rsidR="00972F8A" w:rsidRDefault="00D0524F" w:rsidP="00972F8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Preventative Maintenance</w:t>
                      </w:r>
                    </w:p>
                    <w:p w14:paraId="6A4789CE" w14:textId="32B754F8" w:rsidR="00D0524F" w:rsidRPr="00D0524F" w:rsidRDefault="00D0524F" w:rsidP="00D0524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Inspections</w:t>
                      </w:r>
                    </w:p>
                    <w:p w14:paraId="29DC4001" w14:textId="77777777" w:rsidR="00972F8A" w:rsidRPr="00972F8A" w:rsidRDefault="00972F8A" w:rsidP="00972F8A">
                      <w:pPr>
                        <w:pStyle w:val="ListParagraph"/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14:paraId="181115C7" w14:textId="5F3B03FC" w:rsidR="00BF7EA0" w:rsidRPr="002B201C" w:rsidRDefault="00BF7EA0" w:rsidP="00297D58">
                      <w:pPr>
                        <w:widowControl w:val="0"/>
                        <w:spacing w:line="280" w:lineRule="exact"/>
                        <w:rPr>
                          <w:rFonts w:ascii="Arial" w:hAnsi="Arial" w:cs="Arial"/>
                          <w:color w:val="EF792F"/>
                          <w:spacing w:val="20"/>
                          <w:w w:val="90"/>
                          <w:sz w:val="24"/>
                          <w:szCs w:val="24"/>
                          <w:lang w:val="en"/>
                        </w:rPr>
                      </w:pPr>
                    </w:p>
                    <w:p w14:paraId="7614B761" w14:textId="262F447D" w:rsidR="009F6E11" w:rsidRPr="002B201C" w:rsidRDefault="009F6E11" w:rsidP="00297D58">
                      <w:pPr>
                        <w:widowControl w:val="0"/>
                        <w:spacing w:line="280" w:lineRule="exact"/>
                        <w:rPr>
                          <w:rFonts w:ascii="Arial" w:hAnsi="Arial" w:cs="Arial"/>
                          <w:color w:val="676767"/>
                          <w:sz w:val="24"/>
                          <w:szCs w:val="24"/>
                          <w:lang w:val="en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  <w:r w:rsidR="00AC3C34">
        <w:rPr>
          <w:noProof/>
        </w:rPr>
        <w:drawing>
          <wp:anchor distT="0" distB="0" distL="114300" distR="114300" simplePos="0" relativeHeight="251725312" behindDoc="0" locked="0" layoutInCell="1" allowOverlap="1" wp14:anchorId="0D520CF8" wp14:editId="1424C933">
            <wp:simplePos x="0" y="0"/>
            <wp:positionH relativeFrom="column">
              <wp:posOffset>3543300</wp:posOffset>
            </wp:positionH>
            <wp:positionV relativeFrom="paragraph">
              <wp:posOffset>4559300</wp:posOffset>
            </wp:positionV>
            <wp:extent cx="2628900" cy="1772285"/>
            <wp:effectExtent l="0" t="0" r="0" b="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7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3C34">
        <w:rPr>
          <w:noProof/>
        </w:rPr>
        <w:drawing>
          <wp:anchor distT="0" distB="0" distL="114300" distR="114300" simplePos="0" relativeHeight="251733504" behindDoc="1" locked="0" layoutInCell="1" allowOverlap="1" wp14:anchorId="22395154" wp14:editId="0E772744">
            <wp:simplePos x="0" y="0"/>
            <wp:positionH relativeFrom="page">
              <wp:align>right</wp:align>
            </wp:positionH>
            <wp:positionV relativeFrom="paragraph">
              <wp:posOffset>6019800</wp:posOffset>
            </wp:positionV>
            <wp:extent cx="10041799" cy="151438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1799" cy="1514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4DA9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 wp14:anchorId="1C627B04" wp14:editId="6AF800B1">
                <wp:simplePos x="0" y="0"/>
                <wp:positionH relativeFrom="margin">
                  <wp:posOffset>3381375</wp:posOffset>
                </wp:positionH>
                <wp:positionV relativeFrom="margin">
                  <wp:posOffset>7077075</wp:posOffset>
                </wp:positionV>
                <wp:extent cx="3019425" cy="276225"/>
                <wp:effectExtent l="0" t="0" r="9525" b="9525"/>
                <wp:wrapNone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2A4E967" w14:textId="7EB6FD87" w:rsidR="00BF7EA0" w:rsidRPr="00FB4DA9" w:rsidRDefault="00830DCC" w:rsidP="0070558E">
                            <w:pPr>
                              <w:widowControl w:val="0"/>
                              <w:spacing w:line="276" w:lineRule="auto"/>
                              <w:jc w:val="center"/>
                              <w:rPr>
                                <w:rFonts w:ascii="Century Gothic" w:hAnsi="Century Gothic" w:cs="Arial"/>
                                <w:b/>
                                <w:bCs/>
                                <w:color w:val="FFFFFF" w:themeColor="background1"/>
                                <w:w w:val="90"/>
                                <w:sz w:val="28"/>
                                <w:szCs w:val="28"/>
                                <w:lang w:val="en"/>
                              </w:rPr>
                            </w:pPr>
                            <w:r w:rsidRPr="00FB4DA9">
                              <w:rPr>
                                <w:rFonts w:ascii="Century Gothic" w:hAnsi="Century Gothic" w:cs="Arial"/>
                                <w:b/>
                                <w:bCs/>
                                <w:color w:val="FFFFFF" w:themeColor="background1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312-650-</w:t>
                            </w:r>
                            <w:proofErr w:type="gramStart"/>
                            <w:r w:rsidRPr="00FB4DA9">
                              <w:rPr>
                                <w:rFonts w:ascii="Century Gothic" w:hAnsi="Century Gothic" w:cs="Arial"/>
                                <w:b/>
                                <w:bCs/>
                                <w:color w:val="FFFFFF" w:themeColor="background1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9155</w:t>
                            </w:r>
                            <w:r w:rsidR="0070558E" w:rsidRPr="00FB4DA9">
                              <w:rPr>
                                <w:rFonts w:ascii="Century Gothic" w:hAnsi="Century Gothic" w:cs="Arial"/>
                                <w:b/>
                                <w:bCs/>
                                <w:color w:val="FFFFFF" w:themeColor="background1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 xml:space="preserve">  |</w:t>
                            </w:r>
                            <w:proofErr w:type="gramEnd"/>
                            <w:r w:rsidR="0070558E" w:rsidRPr="00FB4DA9">
                              <w:rPr>
                                <w:rFonts w:ascii="Century Gothic" w:hAnsi="Century Gothic" w:cs="Arial"/>
                                <w:b/>
                                <w:bCs/>
                                <w:color w:val="FFFFFF" w:themeColor="background1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 xml:space="preserve">  </w:t>
                            </w:r>
                            <w:r w:rsidR="00BF7EA0" w:rsidRPr="00FB4DA9">
                              <w:rPr>
                                <w:rFonts w:ascii="Century Gothic" w:hAnsi="Century Gothic" w:cs="Arial"/>
                                <w:b/>
                                <w:bCs/>
                                <w:color w:val="FFFFFF" w:themeColor="background1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www.</w:t>
                            </w:r>
                            <w:r w:rsidRPr="00FB4DA9">
                              <w:rPr>
                                <w:rFonts w:ascii="Century Gothic" w:hAnsi="Century Gothic" w:cs="Arial"/>
                                <w:b/>
                                <w:bCs/>
                                <w:color w:val="FFFFFF" w:themeColor="background1"/>
                                <w:w w:val="90"/>
                                <w:sz w:val="28"/>
                                <w:szCs w:val="28"/>
                                <w:lang w:val="en"/>
                              </w:rPr>
                              <w:t>crossroof.com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27B04" id="Text Box 18" o:spid="_x0000_s1031" type="#_x0000_t202" style="position:absolute;margin-left:266.25pt;margin-top:557.25pt;width:237.75pt;height:21.75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" filled="f" fillcolor="#fffffe" stroked="f" strokecolor="#212120" insetpen="t">
                <v:textbox inset="2.88pt,2.88pt,2.88pt,2.88pt">
                  <w:txbxContent>
                    <w:p w14:paraId="72A4E967" w14:textId="7EB6FD87" w:rsidR="00BF7EA0" w:rsidRPr="00FB4DA9" w:rsidRDefault="00830DCC" w:rsidP="0070558E">
                      <w:pPr>
                        <w:widowControl w:val="0"/>
                        <w:spacing w:line="276" w:lineRule="auto"/>
                        <w:jc w:val="center"/>
                        <w:rPr>
                          <w:rFonts w:ascii="Century Gothic" w:hAnsi="Century Gothic" w:cs="Arial"/>
                          <w:b/>
                          <w:bCs/>
                          <w:color w:val="FFFFFF" w:themeColor="background1"/>
                          <w:w w:val="90"/>
                          <w:sz w:val="28"/>
                          <w:szCs w:val="28"/>
                          <w:lang w:val="en"/>
                        </w:rPr>
                      </w:pPr>
                      <w:r w:rsidRPr="00FB4DA9">
                        <w:rPr>
                          <w:rFonts w:ascii="Century Gothic" w:hAnsi="Century Gothic" w:cs="Arial"/>
                          <w:b/>
                          <w:bCs/>
                          <w:color w:val="FFFFFF" w:themeColor="background1"/>
                          <w:w w:val="90"/>
                          <w:sz w:val="28"/>
                          <w:szCs w:val="28"/>
                          <w:lang w:val="en"/>
                        </w:rPr>
                        <w:t>312-650-</w:t>
                      </w:r>
                      <w:proofErr w:type="gramStart"/>
                      <w:r w:rsidRPr="00FB4DA9">
                        <w:rPr>
                          <w:rFonts w:ascii="Century Gothic" w:hAnsi="Century Gothic" w:cs="Arial"/>
                          <w:b/>
                          <w:bCs/>
                          <w:color w:val="FFFFFF" w:themeColor="background1"/>
                          <w:w w:val="90"/>
                          <w:sz w:val="28"/>
                          <w:szCs w:val="28"/>
                          <w:lang w:val="en"/>
                        </w:rPr>
                        <w:t>9155</w:t>
                      </w:r>
                      <w:r w:rsidR="0070558E" w:rsidRPr="00FB4DA9">
                        <w:rPr>
                          <w:rFonts w:ascii="Century Gothic" w:hAnsi="Century Gothic" w:cs="Arial"/>
                          <w:b/>
                          <w:bCs/>
                          <w:color w:val="FFFFFF" w:themeColor="background1"/>
                          <w:w w:val="90"/>
                          <w:sz w:val="28"/>
                          <w:szCs w:val="28"/>
                          <w:lang w:val="en"/>
                        </w:rPr>
                        <w:t xml:space="preserve">  |</w:t>
                      </w:r>
                      <w:proofErr w:type="gramEnd"/>
                      <w:r w:rsidR="0070558E" w:rsidRPr="00FB4DA9">
                        <w:rPr>
                          <w:rFonts w:ascii="Century Gothic" w:hAnsi="Century Gothic" w:cs="Arial"/>
                          <w:b/>
                          <w:bCs/>
                          <w:color w:val="FFFFFF" w:themeColor="background1"/>
                          <w:w w:val="90"/>
                          <w:sz w:val="28"/>
                          <w:szCs w:val="28"/>
                          <w:lang w:val="en"/>
                        </w:rPr>
                        <w:t xml:space="preserve">  </w:t>
                      </w:r>
                      <w:r w:rsidR="00BF7EA0" w:rsidRPr="00FB4DA9">
                        <w:rPr>
                          <w:rFonts w:ascii="Century Gothic" w:hAnsi="Century Gothic" w:cs="Arial"/>
                          <w:b/>
                          <w:bCs/>
                          <w:color w:val="FFFFFF" w:themeColor="background1"/>
                          <w:w w:val="90"/>
                          <w:sz w:val="28"/>
                          <w:szCs w:val="28"/>
                          <w:lang w:val="en"/>
                        </w:rPr>
                        <w:t>www.</w:t>
                      </w:r>
                      <w:r w:rsidRPr="00FB4DA9">
                        <w:rPr>
                          <w:rFonts w:ascii="Century Gothic" w:hAnsi="Century Gothic" w:cs="Arial"/>
                          <w:b/>
                          <w:bCs/>
                          <w:color w:val="FFFFFF" w:themeColor="background1"/>
                          <w:w w:val="90"/>
                          <w:sz w:val="28"/>
                          <w:szCs w:val="28"/>
                          <w:lang w:val="en"/>
                        </w:rPr>
                        <w:t>crossroof.com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857D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9168" behindDoc="0" locked="0" layoutInCell="1" allowOverlap="1" wp14:anchorId="3FC29AB1" wp14:editId="3E1F42F5">
                <wp:simplePos x="0" y="0"/>
                <wp:positionH relativeFrom="column">
                  <wp:posOffset>6515100</wp:posOffset>
                </wp:positionH>
                <wp:positionV relativeFrom="margin">
                  <wp:align>top</wp:align>
                </wp:positionV>
                <wp:extent cx="2924175" cy="1571625"/>
                <wp:effectExtent l="0" t="0" r="9525" b="9525"/>
                <wp:wrapTopAndBottom/>
                <wp:docPr id="1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57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D7CA664" w14:textId="730EE64F" w:rsidR="00886D60" w:rsidRPr="00972F8A" w:rsidRDefault="00886D60" w:rsidP="00327CEE">
                            <w:pPr>
                              <w:pStyle w:val="Heading2"/>
                              <w:shd w:val="clear" w:color="auto" w:fill="FFFFFF"/>
                              <w:spacing w:before="0" w:line="336" w:lineRule="atLeast"/>
                              <w:rPr>
                                <w:rFonts w:ascii="proxima-nova" w:hAnsi="proxima-nova"/>
                                <w:b/>
                                <w:bCs/>
                                <w:color w:val="ED7D31" w:themeColor="accent2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proxima-nova" w:hAnsi="proxima-nova"/>
                                <w:b/>
                                <w:bCs/>
                                <w:color w:val="ED7D31" w:themeColor="accent2"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Pr="00972F8A">
                              <w:rPr>
                                <w:rFonts w:ascii="proxima-nova" w:hAnsi="proxima-nova"/>
                                <w:b/>
                                <w:bCs/>
                                <w:color w:val="ED7D31" w:themeColor="accent2"/>
                                <w:sz w:val="56"/>
                                <w:szCs w:val="56"/>
                              </w:rPr>
                              <w:t xml:space="preserve"> R</w:t>
                            </w:r>
                            <w:r>
                              <w:rPr>
                                <w:rFonts w:ascii="proxima-nova" w:hAnsi="proxima-nova"/>
                                <w:b/>
                                <w:bCs/>
                                <w:color w:val="ED7D31" w:themeColor="accent2"/>
                                <w:sz w:val="56"/>
                                <w:szCs w:val="56"/>
                              </w:rPr>
                              <w:t>estoration</w:t>
                            </w:r>
                          </w:p>
                          <w:p w14:paraId="181C33F3" w14:textId="1212196D" w:rsidR="00886D60" w:rsidRDefault="00886D60" w:rsidP="00972F8A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Fire</w:t>
                            </w:r>
                            <w:r w:rsidR="00CD3C6D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Restoration</w:t>
                            </w:r>
                          </w:p>
                          <w:p w14:paraId="4B40B5DD" w14:textId="02AEA45C" w:rsidR="00886D60" w:rsidRPr="00972F8A" w:rsidRDefault="00886D60" w:rsidP="00972F8A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Smoke</w:t>
                            </w:r>
                            <w:r w:rsidR="00CD3C6D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Restoration</w:t>
                            </w:r>
                          </w:p>
                          <w:p w14:paraId="0D01B2EB" w14:textId="472727B7" w:rsidR="00886D60" w:rsidRPr="00972F8A" w:rsidRDefault="00886D60" w:rsidP="00972F8A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Flood</w:t>
                            </w:r>
                            <w:r w:rsidR="00CD3C6D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Restoration</w:t>
                            </w:r>
                          </w:p>
                          <w:p w14:paraId="15399958" w14:textId="11F6685C" w:rsidR="00886D60" w:rsidRDefault="00886D60" w:rsidP="00972F8A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Mold</w:t>
                            </w:r>
                            <w:r w:rsidR="00660490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Remediation</w:t>
                            </w:r>
                          </w:p>
                          <w:p w14:paraId="265671B2" w14:textId="4F766835" w:rsidR="00886D60" w:rsidRPr="00D0524F" w:rsidRDefault="00886D60" w:rsidP="00D0524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Storm</w:t>
                            </w:r>
                            <w:r w:rsidR="00CD3C6D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Restoration</w:t>
                            </w:r>
                          </w:p>
                          <w:p w14:paraId="5D547801" w14:textId="77777777" w:rsidR="00886D60" w:rsidRPr="00972F8A" w:rsidRDefault="00886D60" w:rsidP="00972F8A">
                            <w:pPr>
                              <w:ind w:left="720"/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14:paraId="096FCC4A" w14:textId="77777777" w:rsidR="00886D60" w:rsidRPr="002B201C" w:rsidRDefault="00886D60" w:rsidP="00297D58">
                            <w:pPr>
                              <w:widowControl w:val="0"/>
                              <w:spacing w:line="280" w:lineRule="exact"/>
                              <w:rPr>
                                <w:rFonts w:ascii="Arial" w:hAnsi="Arial" w:cs="Arial"/>
                                <w:color w:val="EF792F"/>
                                <w:spacing w:val="20"/>
                                <w:w w:val="90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14:paraId="20FCEAB5" w14:textId="77777777" w:rsidR="00886D60" w:rsidRPr="002B201C" w:rsidRDefault="00886D60" w:rsidP="00297D58">
                            <w:pPr>
                              <w:widowControl w:val="0"/>
                              <w:spacing w:line="280" w:lineRule="exact"/>
                              <w:rPr>
                                <w:rFonts w:ascii="Arial" w:hAnsi="Arial" w:cs="Arial"/>
                                <w:color w:val="676767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29AB1" id="_x0000_s1032" type="#_x0000_t202" style="position:absolute;margin-left:513pt;margin-top:0;width:230.25pt;height:123.75pt;z-index:2517191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" filled="f" fillcolor="#fffffe" stroked="f" strokecolor="#212120" insetpen="t">
                <v:textbox inset="2.88pt,2.88pt,2.88pt,2.88pt">
                  <w:txbxContent>
                    <w:p w14:paraId="1D7CA664" w14:textId="730EE64F" w:rsidR="00886D60" w:rsidRPr="00972F8A" w:rsidRDefault="00886D60" w:rsidP="00327CEE">
                      <w:pPr>
                        <w:pStyle w:val="Heading2"/>
                        <w:shd w:val="clear" w:color="auto" w:fill="FFFFFF"/>
                        <w:spacing w:before="0" w:line="336" w:lineRule="atLeast"/>
                        <w:rPr>
                          <w:rFonts w:ascii="proxima-nova" w:hAnsi="proxima-nova"/>
                          <w:b/>
                          <w:bCs/>
                          <w:color w:val="ED7D31" w:themeColor="accent2"/>
                          <w:sz w:val="56"/>
                          <w:szCs w:val="56"/>
                        </w:rPr>
                      </w:pPr>
                      <w:r>
                        <w:rPr>
                          <w:rFonts w:ascii="proxima-nova" w:hAnsi="proxima-nova"/>
                          <w:b/>
                          <w:bCs/>
                          <w:color w:val="ED7D31" w:themeColor="accent2"/>
                          <w:sz w:val="40"/>
                          <w:szCs w:val="40"/>
                        </w:rPr>
                        <w:t xml:space="preserve">     </w:t>
                      </w:r>
                      <w:r w:rsidRPr="00972F8A">
                        <w:rPr>
                          <w:rFonts w:ascii="proxima-nova" w:hAnsi="proxima-nova"/>
                          <w:b/>
                          <w:bCs/>
                          <w:color w:val="ED7D31" w:themeColor="accent2"/>
                          <w:sz w:val="56"/>
                          <w:szCs w:val="56"/>
                        </w:rPr>
                        <w:t xml:space="preserve"> R</w:t>
                      </w:r>
                      <w:r>
                        <w:rPr>
                          <w:rFonts w:ascii="proxima-nova" w:hAnsi="proxima-nova"/>
                          <w:b/>
                          <w:bCs/>
                          <w:color w:val="ED7D31" w:themeColor="accent2"/>
                          <w:sz w:val="56"/>
                          <w:szCs w:val="56"/>
                        </w:rPr>
                        <w:t>estoration</w:t>
                      </w:r>
                    </w:p>
                    <w:p w14:paraId="181C33F3" w14:textId="1212196D" w:rsidR="00886D60" w:rsidRDefault="00886D60" w:rsidP="00972F8A">
                      <w:pPr>
                        <w:numPr>
                          <w:ilvl w:val="0"/>
                          <w:numId w:val="1"/>
                        </w:numP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Fire</w:t>
                      </w:r>
                      <w:r w:rsidR="00CD3C6D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Restoration</w:t>
                      </w:r>
                    </w:p>
                    <w:p w14:paraId="4B40B5DD" w14:textId="02AEA45C" w:rsidR="00886D60" w:rsidRPr="00972F8A" w:rsidRDefault="00886D60" w:rsidP="00972F8A">
                      <w:pPr>
                        <w:numPr>
                          <w:ilvl w:val="0"/>
                          <w:numId w:val="1"/>
                        </w:numP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Smoke</w:t>
                      </w:r>
                      <w:r w:rsidR="00CD3C6D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Restoration</w:t>
                      </w:r>
                    </w:p>
                    <w:p w14:paraId="0D01B2EB" w14:textId="472727B7" w:rsidR="00886D60" w:rsidRPr="00972F8A" w:rsidRDefault="00886D60" w:rsidP="00972F8A">
                      <w:pPr>
                        <w:numPr>
                          <w:ilvl w:val="0"/>
                          <w:numId w:val="1"/>
                        </w:numP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Flood</w:t>
                      </w:r>
                      <w:r w:rsidR="00CD3C6D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Restoration</w:t>
                      </w:r>
                    </w:p>
                    <w:p w14:paraId="15399958" w14:textId="11F6685C" w:rsidR="00886D60" w:rsidRDefault="00886D60" w:rsidP="00972F8A">
                      <w:pPr>
                        <w:numPr>
                          <w:ilvl w:val="0"/>
                          <w:numId w:val="1"/>
                        </w:numP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Mold</w:t>
                      </w:r>
                      <w:r w:rsidR="00660490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Remediation</w:t>
                      </w:r>
                    </w:p>
                    <w:p w14:paraId="265671B2" w14:textId="4F766835" w:rsidR="00886D60" w:rsidRPr="00D0524F" w:rsidRDefault="00886D60" w:rsidP="00D0524F">
                      <w:pPr>
                        <w:numPr>
                          <w:ilvl w:val="0"/>
                          <w:numId w:val="1"/>
                        </w:numP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Storm</w:t>
                      </w:r>
                      <w:r w:rsidR="00CD3C6D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Restoration</w:t>
                      </w:r>
                    </w:p>
                    <w:p w14:paraId="5D547801" w14:textId="77777777" w:rsidR="00886D60" w:rsidRPr="00972F8A" w:rsidRDefault="00886D60" w:rsidP="00972F8A">
                      <w:pPr>
                        <w:ind w:left="720"/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14:paraId="096FCC4A" w14:textId="77777777" w:rsidR="00886D60" w:rsidRPr="002B201C" w:rsidRDefault="00886D60" w:rsidP="00297D58">
                      <w:pPr>
                        <w:widowControl w:val="0"/>
                        <w:spacing w:line="280" w:lineRule="exact"/>
                        <w:rPr>
                          <w:rFonts w:ascii="Arial" w:hAnsi="Arial" w:cs="Arial"/>
                          <w:color w:val="EF792F"/>
                          <w:spacing w:val="20"/>
                          <w:w w:val="90"/>
                          <w:sz w:val="24"/>
                          <w:szCs w:val="24"/>
                          <w:lang w:val="en"/>
                        </w:rPr>
                      </w:pPr>
                    </w:p>
                    <w:p w14:paraId="20FCEAB5" w14:textId="77777777" w:rsidR="00886D60" w:rsidRPr="002B201C" w:rsidRDefault="00886D60" w:rsidP="00297D58">
                      <w:pPr>
                        <w:widowControl w:val="0"/>
                        <w:spacing w:line="280" w:lineRule="exact"/>
                        <w:rPr>
                          <w:rFonts w:ascii="Arial" w:hAnsi="Arial" w:cs="Arial"/>
                          <w:color w:val="676767"/>
                          <w:sz w:val="24"/>
                          <w:szCs w:val="24"/>
                          <w:lang w:val="en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  <w:r w:rsidR="00857DCD">
        <w:rPr>
          <w:noProof/>
        </w:rPr>
        <w:drawing>
          <wp:anchor distT="0" distB="0" distL="114300" distR="114300" simplePos="0" relativeHeight="251721216" behindDoc="0" locked="0" layoutInCell="1" allowOverlap="1" wp14:anchorId="5787C9B6" wp14:editId="5BB3C056">
            <wp:simplePos x="0" y="0"/>
            <wp:positionH relativeFrom="column">
              <wp:posOffset>6509385</wp:posOffset>
            </wp:positionH>
            <wp:positionV relativeFrom="paragraph">
              <wp:posOffset>66675</wp:posOffset>
            </wp:positionV>
            <wp:extent cx="342900" cy="398780"/>
            <wp:effectExtent l="0" t="0" r="0" b="127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DCD">
        <w:rPr>
          <w:noProof/>
        </w:rPr>
        <w:drawing>
          <wp:anchor distT="0" distB="0" distL="114300" distR="114300" simplePos="0" relativeHeight="251717120" behindDoc="0" locked="0" layoutInCell="1" allowOverlap="1" wp14:anchorId="744C34D7" wp14:editId="2FF284A2">
            <wp:simplePos x="0" y="0"/>
            <wp:positionH relativeFrom="column">
              <wp:posOffset>3323590</wp:posOffset>
            </wp:positionH>
            <wp:positionV relativeFrom="paragraph">
              <wp:posOffset>76200</wp:posOffset>
            </wp:positionV>
            <wp:extent cx="342900" cy="398780"/>
            <wp:effectExtent l="0" t="0" r="0" b="127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DCD">
        <w:rPr>
          <w:noProof/>
        </w:rPr>
        <w:drawing>
          <wp:anchor distT="0" distB="0" distL="114300" distR="114300" simplePos="0" relativeHeight="251707904" behindDoc="0" locked="0" layoutInCell="1" allowOverlap="1" wp14:anchorId="15EF680A" wp14:editId="2E3362C5">
            <wp:simplePos x="0" y="0"/>
            <wp:positionH relativeFrom="column">
              <wp:posOffset>-635</wp:posOffset>
            </wp:positionH>
            <wp:positionV relativeFrom="paragraph">
              <wp:posOffset>85725</wp:posOffset>
            </wp:positionV>
            <wp:extent cx="342900" cy="398780"/>
            <wp:effectExtent l="0" t="0" r="0" b="127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DC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5072" behindDoc="0" locked="0" layoutInCell="1" allowOverlap="1" wp14:anchorId="18232EF9" wp14:editId="0294EB08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924175" cy="1952625"/>
                <wp:effectExtent l="0" t="0" r="9525" b="9525"/>
                <wp:wrapTopAndBottom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95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BCC6ECC" w14:textId="07279327" w:rsidR="00327CEE" w:rsidRPr="00AC3C34" w:rsidRDefault="00327CEE" w:rsidP="00AC3C34">
                            <w:pPr>
                              <w:pStyle w:val="Heading2"/>
                              <w:shd w:val="clear" w:color="auto" w:fill="FFFFFF"/>
                              <w:spacing w:before="0" w:line="336" w:lineRule="atLeast"/>
                              <w:rPr>
                                <w:rFonts w:ascii="proxima-nova" w:hAnsi="proxima-nova"/>
                                <w:b/>
                                <w:bCs/>
                                <w:color w:val="ED7D31" w:themeColor="accent2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proxima-nova" w:hAnsi="proxima-nova"/>
                                <w:b/>
                                <w:bCs/>
                                <w:color w:val="ED7D31" w:themeColor="accent2"/>
                                <w:sz w:val="40"/>
                                <w:szCs w:val="40"/>
                              </w:rPr>
                              <w:t xml:space="preserve">      </w:t>
                            </w:r>
                            <w:r w:rsidRPr="00972F8A">
                              <w:rPr>
                                <w:rFonts w:ascii="proxima-nova" w:hAnsi="proxima-nova"/>
                                <w:b/>
                                <w:bCs/>
                                <w:color w:val="ED7D31" w:themeColor="accent2"/>
                                <w:sz w:val="56"/>
                                <w:szCs w:val="56"/>
                              </w:rPr>
                              <w:t>Construction</w:t>
                            </w:r>
                          </w:p>
                          <w:p w14:paraId="2BDD569A" w14:textId="02EEB9B9" w:rsidR="00327CEE" w:rsidRPr="007859EE" w:rsidRDefault="00327CEE" w:rsidP="007859E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7859EE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New Construction</w:t>
                            </w:r>
                            <w:r w:rsidR="00FB4DA9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5,000sf +</w:t>
                            </w:r>
                          </w:p>
                          <w:p w14:paraId="781E932E" w14:textId="2C3139B4" w:rsidR="00660490" w:rsidRPr="00BF0C91" w:rsidRDefault="007859EE" w:rsidP="007859E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7859EE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Full Gut </w:t>
                            </w:r>
                            <w:r w:rsidR="00660490" w:rsidRPr="007859EE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Renovation</w:t>
                            </w:r>
                          </w:p>
                          <w:p w14:paraId="777F86F4" w14:textId="74632B30" w:rsidR="00BF0C91" w:rsidRPr="00BF0C91" w:rsidRDefault="00BF0C91" w:rsidP="00BF0C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Carpentry</w:t>
                            </w:r>
                          </w:p>
                          <w:p w14:paraId="5B9A8C6B" w14:textId="2CE6026A" w:rsidR="00060A31" w:rsidRPr="00060A31" w:rsidRDefault="00060A31" w:rsidP="007859E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HVAC / Plumbing / Electrical</w:t>
                            </w:r>
                          </w:p>
                          <w:p w14:paraId="3F5FD558" w14:textId="64C3956E" w:rsidR="007859EE" w:rsidRPr="007859EE" w:rsidRDefault="00060A31" w:rsidP="007859E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Fire </w:t>
                            </w:r>
                            <w:r w:rsidR="007859EE"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Alarm System</w:t>
                            </w:r>
                            <w:r>
                              <w:rPr>
                                <w:rFonts w:ascii="proxima-nova" w:hAnsi="proxima-nova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s &amp; Testing</w:t>
                            </w:r>
                          </w:p>
                          <w:p w14:paraId="50305888" w14:textId="50396B93" w:rsidR="007859EE" w:rsidRPr="007859EE" w:rsidRDefault="00060A31" w:rsidP="007859E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City Storm Water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32EF9" id="_x0000_s1033" type="#_x0000_t202" style="position:absolute;margin-left:0;margin-top:0;width:230.25pt;height:153.75pt;z-index:251715072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" filled="f" fillcolor="#fffffe" stroked="f" strokecolor="#212120" insetpen="t">
                <v:textbox inset="2.88pt,2.88pt,2.88pt,2.88pt">
                  <w:txbxContent>
                    <w:p w14:paraId="4BCC6ECC" w14:textId="07279327" w:rsidR="00327CEE" w:rsidRPr="00AC3C34" w:rsidRDefault="00327CEE" w:rsidP="00AC3C34">
                      <w:pPr>
                        <w:pStyle w:val="Heading2"/>
                        <w:shd w:val="clear" w:color="auto" w:fill="FFFFFF"/>
                        <w:spacing w:before="0" w:line="336" w:lineRule="atLeast"/>
                        <w:rPr>
                          <w:rFonts w:ascii="proxima-nova" w:hAnsi="proxima-nova"/>
                          <w:b/>
                          <w:bCs/>
                          <w:color w:val="ED7D31" w:themeColor="accent2"/>
                          <w:sz w:val="56"/>
                          <w:szCs w:val="56"/>
                        </w:rPr>
                      </w:pPr>
                      <w:r>
                        <w:rPr>
                          <w:rFonts w:ascii="proxima-nova" w:hAnsi="proxima-nova"/>
                          <w:b/>
                          <w:bCs/>
                          <w:color w:val="ED7D31" w:themeColor="accent2"/>
                          <w:sz w:val="40"/>
                          <w:szCs w:val="40"/>
                        </w:rPr>
                        <w:t xml:space="preserve">      </w:t>
                      </w:r>
                      <w:r w:rsidRPr="00972F8A">
                        <w:rPr>
                          <w:rFonts w:ascii="proxima-nova" w:hAnsi="proxima-nova"/>
                          <w:b/>
                          <w:bCs/>
                          <w:color w:val="ED7D31" w:themeColor="accent2"/>
                          <w:sz w:val="56"/>
                          <w:szCs w:val="56"/>
                        </w:rPr>
                        <w:t>Construction</w:t>
                      </w:r>
                    </w:p>
                    <w:p w14:paraId="2BDD569A" w14:textId="02EEB9B9" w:rsidR="00327CEE" w:rsidRPr="007859EE" w:rsidRDefault="00327CEE" w:rsidP="007859E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7859EE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New Construction</w:t>
                      </w:r>
                      <w:r w:rsidR="00FB4DA9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5,000sf +</w:t>
                      </w:r>
                    </w:p>
                    <w:p w14:paraId="781E932E" w14:textId="2C3139B4" w:rsidR="00660490" w:rsidRPr="00BF0C91" w:rsidRDefault="007859EE" w:rsidP="007859E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7859EE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Full Gut </w:t>
                      </w:r>
                      <w:r w:rsidR="00660490" w:rsidRPr="007859EE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Renovation</w:t>
                      </w:r>
                    </w:p>
                    <w:p w14:paraId="777F86F4" w14:textId="74632B30" w:rsidR="00BF0C91" w:rsidRPr="00BF0C91" w:rsidRDefault="00BF0C91" w:rsidP="00BF0C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Carpentry</w:t>
                      </w:r>
                    </w:p>
                    <w:p w14:paraId="5B9A8C6B" w14:textId="2CE6026A" w:rsidR="00060A31" w:rsidRPr="00060A31" w:rsidRDefault="00060A31" w:rsidP="007859E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HVAC / Plumbing / Electrical</w:t>
                      </w:r>
                    </w:p>
                    <w:p w14:paraId="3F5FD558" w14:textId="64C3956E" w:rsidR="007859EE" w:rsidRPr="007859EE" w:rsidRDefault="00060A31" w:rsidP="007859E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Fire </w:t>
                      </w:r>
                      <w:r w:rsidR="007859EE"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Alarm System</w:t>
                      </w:r>
                      <w:r>
                        <w:rPr>
                          <w:rFonts w:ascii="proxima-nova" w:hAnsi="proxima-nova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s &amp; Testing</w:t>
                      </w:r>
                    </w:p>
                    <w:p w14:paraId="50305888" w14:textId="50396B93" w:rsidR="007859EE" w:rsidRPr="007859EE" w:rsidRDefault="00060A31" w:rsidP="007859E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City Storm Water 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2B201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456D758" wp14:editId="636B2112">
                <wp:simplePos x="0" y="0"/>
                <wp:positionH relativeFrom="column">
                  <wp:posOffset>9525</wp:posOffset>
                </wp:positionH>
                <wp:positionV relativeFrom="page">
                  <wp:posOffset>2390776</wp:posOffset>
                </wp:positionV>
                <wp:extent cx="3252470" cy="1657350"/>
                <wp:effectExtent l="0" t="0" r="5080" b="0"/>
                <wp:wrapNone/>
                <wp:docPr id="1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52470" cy="1657350"/>
                        </a:xfrm>
                        <a:custGeom>
                          <a:avLst/>
                          <a:gdLst>
                            <a:gd name="T0" fmla="*/ 0 w 1069"/>
                            <a:gd name="T1" fmla="*/ 0 h 711"/>
                            <a:gd name="T2" fmla="*/ 0 w 1069"/>
                            <a:gd name="T3" fmla="*/ 711 h 711"/>
                            <a:gd name="T4" fmla="*/ 1069 w 1069"/>
                            <a:gd name="T5" fmla="*/ 711 h 711"/>
                            <a:gd name="T6" fmla="*/ 1069 w 1069"/>
                            <a:gd name="T7" fmla="*/ 245 h 711"/>
                            <a:gd name="T8" fmla="*/ 0 w 1069"/>
                            <a:gd name="T9" fmla="*/ 0 h 7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69" h="711">
                              <a:moveTo>
                                <a:pt x="0" y="0"/>
                              </a:moveTo>
                              <a:cubicBezTo>
                                <a:pt x="0" y="711"/>
                                <a:pt x="0" y="711"/>
                                <a:pt x="0" y="711"/>
                              </a:cubicBezTo>
                              <a:cubicBezTo>
                                <a:pt x="1069" y="711"/>
                                <a:pt x="1069" y="711"/>
                                <a:pt x="1069" y="711"/>
                              </a:cubicBezTo>
                              <a:cubicBezTo>
                                <a:pt x="1069" y="245"/>
                                <a:pt x="1069" y="245"/>
                                <a:pt x="1069" y="245"/>
                              </a:cubicBezTo>
                              <a:cubicBezTo>
                                <a:pt x="691" y="186"/>
                                <a:pt x="292" y="104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E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C9E31" id="Freeform 5" o:spid="_x0000_s1026" style="position:absolute;margin-left:.75pt;margin-top:188.25pt;width:256.1pt;height:130.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69,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" path="m,c,711,,711,,711v1069,,1069,,1069,c1069,245,1069,245,1069,245,691,186,292,104,,xe" fillcolor="#fffffe" stroked="f" strokecolor="#212120">
                <v:shadow color="#8c8682"/>
                <v:path arrowok="t" o:connecttype="custom" o:connectlocs="0,0;0,1657350;3252470,1657350;3252470,571098;0,0" o:connectangles="0,0,0,0,0"/>
                <w10:wrap anchory="page"/>
              </v:shape>
            </w:pict>
          </mc:Fallback>
        </mc:AlternateContent>
      </w:r>
      <w:r w:rsidR="00830DCC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920" behindDoc="0" locked="0" layoutInCell="1" allowOverlap="1" wp14:anchorId="5C82E853" wp14:editId="36153E48">
                <wp:simplePos x="0" y="0"/>
                <wp:positionH relativeFrom="column">
                  <wp:posOffset>6353175</wp:posOffset>
                </wp:positionH>
                <wp:positionV relativeFrom="page">
                  <wp:posOffset>2324100</wp:posOffset>
                </wp:positionV>
                <wp:extent cx="2724150" cy="466725"/>
                <wp:effectExtent l="0" t="0" r="0" b="9525"/>
                <wp:wrapNone/>
                <wp:docPr id="3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571D5EE" w14:textId="25D285A0" w:rsidR="00BF7EA0" w:rsidRDefault="00BF7EA0" w:rsidP="00BF7EA0">
                            <w:pPr>
                              <w:widowControl w:val="0"/>
                              <w:spacing w:line="500" w:lineRule="exact"/>
                              <w:rPr>
                                <w:rFonts w:ascii="Arial" w:hAnsi="Arial" w:cs="Arial"/>
                                <w:color w:val="FFFFFE"/>
                                <w:w w:val="90"/>
                                <w:sz w:val="46"/>
                                <w:szCs w:val="46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2E853" id="Text Box 39" o:spid="_x0000_s1034" type="#_x0000_t202" style="position:absolute;margin-left:500.25pt;margin-top:183pt;width:214.5pt;height:36.75pt;z-index:2516659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" filled="f" fillcolor="#fffffe" stroked="f" strokecolor="#212120" insetpen="t">
                <v:textbox inset="2.88pt,2.88pt,2.88pt,2.88pt">
                  <w:txbxContent>
                    <w:p w14:paraId="3571D5EE" w14:textId="25D285A0" w:rsidR="00BF7EA0" w:rsidRDefault="00BF7EA0" w:rsidP="00BF7EA0">
                      <w:pPr>
                        <w:widowControl w:val="0"/>
                        <w:spacing w:line="500" w:lineRule="exact"/>
                        <w:rPr>
                          <w:rFonts w:ascii="Arial" w:hAnsi="Arial" w:cs="Arial"/>
                          <w:color w:val="FFFFFE"/>
                          <w:w w:val="90"/>
                          <w:sz w:val="46"/>
                          <w:szCs w:val="46"/>
                          <w:lang w:val="en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A092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872" behindDoc="0" locked="0" layoutInCell="1" allowOverlap="1" wp14:anchorId="2FBCABBD" wp14:editId="74153CE3">
                <wp:simplePos x="0" y="0"/>
                <wp:positionH relativeFrom="column">
                  <wp:posOffset>3895090</wp:posOffset>
                </wp:positionH>
                <wp:positionV relativeFrom="page">
                  <wp:posOffset>6166485</wp:posOffset>
                </wp:positionV>
                <wp:extent cx="544830" cy="198120"/>
                <wp:effectExtent l="0" t="3810" r="0" b="0"/>
                <wp:wrapNone/>
                <wp:docPr id="3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D069E62" w14:textId="55B8C6D3" w:rsidR="00BF7EA0" w:rsidRDefault="00BF7EA0" w:rsidP="00BF7EA0">
                            <w:pPr>
                              <w:widowControl w:val="0"/>
                              <w:spacing w:line="160" w:lineRule="exact"/>
                              <w:rPr>
                                <w:rFonts w:ascii="Arial" w:hAnsi="Arial" w:cs="Arial"/>
                                <w:color w:val="EF792F"/>
                                <w:w w:val="90"/>
                                <w:sz w:val="12"/>
                                <w:szCs w:val="12"/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CABBD" id="Text Box 37" o:spid="_x0000_s1035" type="#_x0000_t202" style="position:absolute;margin-left:306.7pt;margin-top:485.55pt;width:42.9pt;height:15.6pt;z-index:2516638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" filled="f" fillcolor="#fffffe" stroked="f" strokecolor="#212120" insetpen="t">
                <v:textbox inset="2.88pt,2.88pt,2.88pt,2.88pt">
                  <w:txbxContent>
                    <w:p w14:paraId="0D069E62" w14:textId="55B8C6D3" w:rsidR="00BF7EA0" w:rsidRDefault="00BF7EA0" w:rsidP="00BF7EA0">
                      <w:pPr>
                        <w:widowControl w:val="0"/>
                        <w:spacing w:line="160" w:lineRule="exact"/>
                        <w:rPr>
                          <w:rFonts w:ascii="Arial" w:hAnsi="Arial" w:cs="Arial"/>
                          <w:color w:val="EF792F"/>
                          <w:w w:val="90"/>
                          <w:sz w:val="12"/>
                          <w:szCs w:val="12"/>
                          <w:lang w:val="en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5A092D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848" behindDoc="0" locked="0" layoutInCell="1" allowOverlap="1" wp14:anchorId="6DCDB863" wp14:editId="2E5BB5F2">
                <wp:simplePos x="0" y="0"/>
                <wp:positionH relativeFrom="column">
                  <wp:posOffset>3679825</wp:posOffset>
                </wp:positionH>
                <wp:positionV relativeFrom="page">
                  <wp:posOffset>5996305</wp:posOffset>
                </wp:positionV>
                <wp:extent cx="960755" cy="257810"/>
                <wp:effectExtent l="3175" t="0" r="0" b="3810"/>
                <wp:wrapNone/>
                <wp:docPr id="3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75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4CEC775" w14:textId="77777777" w:rsidR="00BF7EA0" w:rsidRDefault="00BF7EA0" w:rsidP="00BF7EA0">
                            <w:pPr>
                              <w:widowControl w:val="0"/>
                              <w:spacing w:line="260" w:lineRule="exact"/>
                              <w:rPr>
                                <w:rFonts w:ascii="Arial" w:hAnsi="Arial" w:cs="Arial"/>
                                <w:color w:val="FFFFFE"/>
                                <w:w w:val="90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E"/>
                                <w:spacing w:val="20"/>
                                <w:w w:val="90"/>
                                <w:sz w:val="22"/>
                                <w:szCs w:val="22"/>
                                <w:lang w:val="en"/>
                              </w:rPr>
                              <w:t>technology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DB863" id="Text Box 36" o:spid="_x0000_s1036" type="#_x0000_t202" style="position:absolute;margin-left:289.75pt;margin-top:472.15pt;width:75.65pt;height:20.3pt;z-index:2516628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" filled="f" fillcolor="#fffffe" stroked="f" strokecolor="#212120" insetpen="t">
                <v:textbox inset="2.88pt,2.88pt,2.88pt,2.88pt">
                  <w:txbxContent>
                    <w:p w14:paraId="04CEC775" w14:textId="77777777" w:rsidR="00BF7EA0" w:rsidRDefault="00BF7EA0" w:rsidP="00BF7EA0">
                      <w:pPr>
                        <w:widowControl w:val="0"/>
                        <w:spacing w:line="260" w:lineRule="exact"/>
                        <w:rPr>
                          <w:rFonts w:ascii="Arial" w:hAnsi="Arial" w:cs="Arial"/>
                          <w:color w:val="FFFFFE"/>
                          <w:w w:val="90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Arial" w:hAnsi="Arial" w:cs="Arial"/>
                          <w:color w:val="FFFFFE"/>
                          <w:spacing w:val="20"/>
                          <w:w w:val="90"/>
                          <w:sz w:val="22"/>
                          <w:szCs w:val="22"/>
                          <w:lang w:val="en"/>
                        </w:rPr>
                        <w:t>technology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821E2" w:rsidSect="00BF7EA0">
      <w:pgSz w:w="15840" w:h="12240" w:orient="landscape" w:code="1"/>
      <w:pgMar w:top="360" w:right="360" w:bottom="360" w:left="36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AC182" w14:textId="77777777" w:rsidR="00BC5A25" w:rsidRDefault="00BC5A25" w:rsidP="00B22795">
      <w:r>
        <w:separator/>
      </w:r>
    </w:p>
  </w:endnote>
  <w:endnote w:type="continuationSeparator" w:id="0">
    <w:p w14:paraId="20C4F78E" w14:textId="77777777" w:rsidR="00BC5A25" w:rsidRDefault="00BC5A25" w:rsidP="00B22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roxima-nova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598E9" w14:textId="77777777" w:rsidR="00BC5A25" w:rsidRDefault="00BC5A25" w:rsidP="00B22795">
      <w:r>
        <w:separator/>
      </w:r>
    </w:p>
  </w:footnote>
  <w:footnote w:type="continuationSeparator" w:id="0">
    <w:p w14:paraId="347AF1E4" w14:textId="77777777" w:rsidR="00BC5A25" w:rsidRDefault="00BC5A25" w:rsidP="00B22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00460"/>
    <w:multiLevelType w:val="hybridMultilevel"/>
    <w:tmpl w:val="24BA3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CE5155"/>
    <w:multiLevelType w:val="hybridMultilevel"/>
    <w:tmpl w:val="EE20F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DCC"/>
    <w:rsid w:val="00047C91"/>
    <w:rsid w:val="00060A31"/>
    <w:rsid w:val="000C1E40"/>
    <w:rsid w:val="000D13A0"/>
    <w:rsid w:val="000D247E"/>
    <w:rsid w:val="000E0AE9"/>
    <w:rsid w:val="000F3B5A"/>
    <w:rsid w:val="00131B61"/>
    <w:rsid w:val="00157D58"/>
    <w:rsid w:val="00174AA7"/>
    <w:rsid w:val="001757A7"/>
    <w:rsid w:val="00194B1B"/>
    <w:rsid w:val="001B326D"/>
    <w:rsid w:val="001B4013"/>
    <w:rsid w:val="001E6627"/>
    <w:rsid w:val="00296275"/>
    <w:rsid w:val="00297D58"/>
    <w:rsid w:val="002B201C"/>
    <w:rsid w:val="0030183A"/>
    <w:rsid w:val="00327CEE"/>
    <w:rsid w:val="00346F5F"/>
    <w:rsid w:val="0035722A"/>
    <w:rsid w:val="003A16B8"/>
    <w:rsid w:val="003B7DE5"/>
    <w:rsid w:val="004402F7"/>
    <w:rsid w:val="00453F9E"/>
    <w:rsid w:val="0046180A"/>
    <w:rsid w:val="00474311"/>
    <w:rsid w:val="00475633"/>
    <w:rsid w:val="004804CC"/>
    <w:rsid w:val="004B4C78"/>
    <w:rsid w:val="004E3A44"/>
    <w:rsid w:val="00520A2F"/>
    <w:rsid w:val="005A092D"/>
    <w:rsid w:val="005B3CB3"/>
    <w:rsid w:val="005E1402"/>
    <w:rsid w:val="005E68E0"/>
    <w:rsid w:val="005F70E4"/>
    <w:rsid w:val="00606D3B"/>
    <w:rsid w:val="00650054"/>
    <w:rsid w:val="00652EED"/>
    <w:rsid w:val="00660490"/>
    <w:rsid w:val="00663671"/>
    <w:rsid w:val="006C4A73"/>
    <w:rsid w:val="006F6ED9"/>
    <w:rsid w:val="0070558E"/>
    <w:rsid w:val="00746B62"/>
    <w:rsid w:val="007859EE"/>
    <w:rsid w:val="00796E26"/>
    <w:rsid w:val="007C2C5E"/>
    <w:rsid w:val="00830DCC"/>
    <w:rsid w:val="00833466"/>
    <w:rsid w:val="008418CD"/>
    <w:rsid w:val="008468BC"/>
    <w:rsid w:val="00857DCD"/>
    <w:rsid w:val="00883530"/>
    <w:rsid w:val="00886D60"/>
    <w:rsid w:val="008B5AC0"/>
    <w:rsid w:val="008D61D7"/>
    <w:rsid w:val="008F1BE0"/>
    <w:rsid w:val="008F22A2"/>
    <w:rsid w:val="008F69D1"/>
    <w:rsid w:val="00904EDB"/>
    <w:rsid w:val="009173A5"/>
    <w:rsid w:val="00926CBC"/>
    <w:rsid w:val="00967AD2"/>
    <w:rsid w:val="00972F8A"/>
    <w:rsid w:val="00991D18"/>
    <w:rsid w:val="009B5727"/>
    <w:rsid w:val="009F6E11"/>
    <w:rsid w:val="00A13B12"/>
    <w:rsid w:val="00A30544"/>
    <w:rsid w:val="00A66CD8"/>
    <w:rsid w:val="00A87319"/>
    <w:rsid w:val="00AB5CB7"/>
    <w:rsid w:val="00AC3C34"/>
    <w:rsid w:val="00AC77D1"/>
    <w:rsid w:val="00AD7A42"/>
    <w:rsid w:val="00AD7CC0"/>
    <w:rsid w:val="00AE080A"/>
    <w:rsid w:val="00B016F1"/>
    <w:rsid w:val="00B024DE"/>
    <w:rsid w:val="00B16854"/>
    <w:rsid w:val="00B22795"/>
    <w:rsid w:val="00B50BBD"/>
    <w:rsid w:val="00BC5A25"/>
    <w:rsid w:val="00BE21FD"/>
    <w:rsid w:val="00BE38A5"/>
    <w:rsid w:val="00BF0C91"/>
    <w:rsid w:val="00BF670C"/>
    <w:rsid w:val="00BF7EA0"/>
    <w:rsid w:val="00C037B8"/>
    <w:rsid w:val="00C33500"/>
    <w:rsid w:val="00C618DA"/>
    <w:rsid w:val="00C61948"/>
    <w:rsid w:val="00C70379"/>
    <w:rsid w:val="00C92D95"/>
    <w:rsid w:val="00CA0A27"/>
    <w:rsid w:val="00CD3C6D"/>
    <w:rsid w:val="00D0524F"/>
    <w:rsid w:val="00D2272D"/>
    <w:rsid w:val="00D56023"/>
    <w:rsid w:val="00DB608E"/>
    <w:rsid w:val="00DD1AAA"/>
    <w:rsid w:val="00DE20EB"/>
    <w:rsid w:val="00E361F6"/>
    <w:rsid w:val="00E3696E"/>
    <w:rsid w:val="00E65CBA"/>
    <w:rsid w:val="00E705BB"/>
    <w:rsid w:val="00E81B1E"/>
    <w:rsid w:val="00E821E2"/>
    <w:rsid w:val="00E918E6"/>
    <w:rsid w:val="00EB191E"/>
    <w:rsid w:val="00EB57DA"/>
    <w:rsid w:val="00EE7B5B"/>
    <w:rsid w:val="00EF2EA5"/>
    <w:rsid w:val="00F01175"/>
    <w:rsid w:val="00F206E6"/>
    <w:rsid w:val="00FB4DA9"/>
    <w:rsid w:val="00FD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33133F"/>
  <w15:chartTrackingRefBased/>
  <w15:docId w15:val="{772D71CF-5224-415C-8B4F-76627EECC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7EA0"/>
    <w:rPr>
      <w:color w:val="212120"/>
      <w:kern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46F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46F5F"/>
    <w:pPr>
      <w:spacing w:before="100" w:beforeAutospacing="1" w:after="100" w:afterAutospacing="1"/>
      <w:outlineLvl w:val="2"/>
    </w:pPr>
    <w:rPr>
      <w:b/>
      <w:bCs/>
      <w:color w:val="auto"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7AD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B4C7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rsid w:val="00C3350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rsid w:val="00B227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22795"/>
    <w:rPr>
      <w:color w:val="212120"/>
      <w:kern w:val="28"/>
    </w:rPr>
  </w:style>
  <w:style w:type="paragraph" w:styleId="Footer">
    <w:name w:val="footer"/>
    <w:basedOn w:val="Normal"/>
    <w:link w:val="FooterChar"/>
    <w:rsid w:val="00B227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22795"/>
    <w:rPr>
      <w:color w:val="212120"/>
      <w:kern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46F5F"/>
    <w:rPr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46F5F"/>
    <w:rPr>
      <w:b/>
      <w:bCs/>
    </w:rPr>
  </w:style>
  <w:style w:type="character" w:customStyle="1" w:styleId="Heading2Char">
    <w:name w:val="Heading 2 Char"/>
    <w:basedOn w:val="DefaultParagraphFont"/>
    <w:link w:val="Heading2"/>
    <w:rsid w:val="00346F5F"/>
    <w:rPr>
      <w:rFonts w:asciiTheme="majorHAnsi" w:eastAsiaTheme="majorEastAsia" w:hAnsiTheme="majorHAnsi" w:cstheme="majorBidi"/>
      <w:color w:val="2F5496" w:themeColor="accent1" w:themeShade="BF"/>
      <w:kern w:val="28"/>
      <w:sz w:val="26"/>
      <w:szCs w:val="26"/>
    </w:rPr>
  </w:style>
  <w:style w:type="paragraph" w:styleId="ListParagraph">
    <w:name w:val="List Paragraph"/>
    <w:basedOn w:val="Normal"/>
    <w:uiPriority w:val="34"/>
    <w:qFormat/>
    <w:rsid w:val="00972F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5782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6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33173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28237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ter\AppData\Roaming\Microsoft\Templates\Technology%20business%20brochure%20(tri-fold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Technology business brochure (tri-fold)</Template>
  <TotalTime>1686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Links>
    <vt:vector size="12" baseType="variant">
      <vt:variant>
        <vt:i4>3407985</vt:i4>
      </vt:variant>
      <vt:variant>
        <vt:i4>-1</vt:i4>
      </vt:variant>
      <vt:variant>
        <vt:i4>1027</vt:i4>
      </vt:variant>
      <vt:variant>
        <vt:i4>1</vt:i4>
      </vt:variant>
      <vt:variant>
        <vt:lpwstr>C:\Documents and Settings\tamic\Desktop\TC999D\TC9990102D-PB\TC9990102-IMG02.jpg</vt:lpwstr>
      </vt:variant>
      <vt:variant>
        <vt:lpwstr/>
      </vt:variant>
      <vt:variant>
        <vt:i4>3276913</vt:i4>
      </vt:variant>
      <vt:variant>
        <vt:i4>-1</vt:i4>
      </vt:variant>
      <vt:variant>
        <vt:i4>1028</vt:i4>
      </vt:variant>
      <vt:variant>
        <vt:i4>1</vt:i4>
      </vt:variant>
      <vt:variant>
        <vt:lpwstr>C:\Documents and Settings\tamic\Desktop\TC999D\TC9990102D-PB\TC9990102-IMG04.jpg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Guide</dc:creator>
  <cp:keywords/>
  <dc:description/>
  <cp:lastModifiedBy>Jordan Guide</cp:lastModifiedBy>
  <cp:revision>19</cp:revision>
  <cp:lastPrinted>2017-11-07T22:40:00Z</cp:lastPrinted>
  <dcterms:created xsi:type="dcterms:W3CDTF">2022-03-08T19:34:00Z</dcterms:created>
  <dcterms:modified xsi:type="dcterms:W3CDTF">2022-03-28T19:35:00Z</dcterms:modified>
</cp:coreProperties>
</file>